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黑体" w:hAnsi="黑体" w:eastAsia="黑体" w:cs="黑体"/>
          <w:color w:val="auto"/>
          <w:sz w:val="36"/>
          <w:szCs w:val="36"/>
        </w:rPr>
      </w:pPr>
      <w:r>
        <w:rPr>
          <w:rFonts w:hint="eastAsia" w:ascii="黑体" w:hAnsi="黑体" w:eastAsia="黑体" w:cs="黑体"/>
          <w:color w:val="auto"/>
          <w:sz w:val="36"/>
          <w:szCs w:val="36"/>
          <w:lang w:eastAsia="zh-CN"/>
        </w:rPr>
        <w:t>南京晓庄学院</w:t>
      </w:r>
      <w:r>
        <w:rPr>
          <w:rFonts w:hint="eastAsia" w:ascii="黑体" w:hAnsi="黑体" w:eastAsia="黑体" w:cs="黑体"/>
          <w:color w:val="auto"/>
          <w:sz w:val="36"/>
          <w:szCs w:val="36"/>
        </w:rPr>
        <w:t>“第</w:t>
      </w:r>
      <w:r>
        <w:rPr>
          <w:rFonts w:hint="eastAsia" w:ascii="黑体" w:hAnsi="黑体" w:eastAsia="黑体" w:cs="黑体"/>
          <w:color w:val="auto"/>
          <w:sz w:val="36"/>
          <w:szCs w:val="36"/>
          <w:lang w:eastAsia="zh-CN"/>
        </w:rPr>
        <w:t>七</w:t>
      </w:r>
      <w:r>
        <w:rPr>
          <w:rFonts w:hint="eastAsia" w:ascii="黑体" w:hAnsi="黑体" w:eastAsia="黑体" w:cs="黑体"/>
          <w:color w:val="auto"/>
          <w:sz w:val="36"/>
          <w:szCs w:val="36"/>
        </w:rPr>
        <w:t>期普通高等学校辅导员网络</w:t>
      </w:r>
    </w:p>
    <w:p>
      <w:pPr>
        <w:spacing w:line="560" w:lineRule="exact"/>
        <w:jc w:val="center"/>
        <w:rPr>
          <w:rFonts w:hint="eastAsia" w:ascii="黑体" w:hAnsi="黑体" w:eastAsia="黑体" w:cs="黑体"/>
          <w:color w:val="auto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6"/>
          <w:szCs w:val="36"/>
        </w:rPr>
        <w:t>培训班”启动</w:t>
      </w:r>
      <w:r>
        <w:rPr>
          <w:rFonts w:hint="eastAsia" w:ascii="黑体" w:hAnsi="黑体" w:eastAsia="黑体" w:cs="黑体"/>
          <w:color w:val="auto"/>
          <w:sz w:val="36"/>
          <w:szCs w:val="36"/>
          <w:lang w:val="en-US" w:eastAsia="zh-CN"/>
        </w:rPr>
        <w:t>通知</w:t>
      </w:r>
    </w:p>
    <w:p>
      <w:pPr>
        <w:spacing w:line="560" w:lineRule="exact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各学院：</w:t>
      </w:r>
    </w:p>
    <w:p>
      <w:pPr>
        <w:spacing w:line="56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南京晓庄学院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“第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期普通高等学校辅导员网络培训班”，于201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年1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日正式启动，本期培训学习截止日期为20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月1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日。本期培训对象为辅导员、班主任。本期培训班分设岗前培训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在职提高培训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</w:rPr>
        <w:t>，其中参加岗前培训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人，参加在职提高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共计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人。 </w:t>
      </w:r>
    </w:p>
    <w:p>
      <w:pPr>
        <w:spacing w:line="60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通过岗前培训，旨在帮助新入职辅导员明确岗位职责，树立职业理想，了解教育法律法规，遵守职业道德规范，掌握岗位工作技能，把握学生成长规律，提高适岗能力和育人能力，更好地担负起学生健康成长的指导者和引路人。</w:t>
      </w:r>
    </w:p>
    <w:p>
      <w:pPr>
        <w:spacing w:line="56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通过在职提高培训，促引导高校辅导员准确把握大学生思想行为特点，不断增强思想政治理论水平和业务能力，不断创新大学生思想政治工作的内容、方法和手段，进一步推动高校思想政治工作质量整体提升。</w:t>
      </w:r>
    </w:p>
    <w:p>
      <w:pPr>
        <w:spacing w:line="56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培训采取网络课程研修、主题交流研讨、研修心得撰写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专家跟踪指导、在线考试测评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课题研究报告等不同的教学环节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其中参训学员在专题培训期间须完成3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学时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网络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课程的学习任务。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404248"/>
    <w:rsid w:val="003C69E0"/>
    <w:rsid w:val="007168AE"/>
    <w:rsid w:val="00867848"/>
    <w:rsid w:val="00D6769F"/>
    <w:rsid w:val="00F2575D"/>
    <w:rsid w:val="18546F46"/>
    <w:rsid w:val="193A7A14"/>
    <w:rsid w:val="1F404248"/>
    <w:rsid w:val="20F1718D"/>
    <w:rsid w:val="21EC6998"/>
    <w:rsid w:val="346C198B"/>
    <w:rsid w:val="55C563EC"/>
    <w:rsid w:val="577735A1"/>
    <w:rsid w:val="5C59605B"/>
    <w:rsid w:val="5FF215BD"/>
    <w:rsid w:val="6A4E20AA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82</Words>
  <Characters>469</Characters>
  <Lines>3</Lines>
  <Paragraphs>1</Paragraphs>
  <TotalTime>4</TotalTime>
  <ScaleCrop>false</ScaleCrop>
  <LinksUpToDate>false</LinksUpToDate>
  <CharactersWithSpaces>550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2018-09-17T00:46:00Z</dcterms:created>
  <dc:creator>user</dc:creator>
  <cp:lastModifiedBy>岸芷汀兰1413275974</cp:lastModifiedBy>
  <dcterms:modified xsi:type="dcterms:W3CDTF">2019-11-01T00:53:34Z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